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B11646" w14:textId="77777777" w:rsidR="00FD2A1D" w:rsidRPr="00BE2101" w:rsidRDefault="00BE2101" w:rsidP="00BE2101">
      <w:pPr>
        <w:shd w:val="clear" w:color="auto" w:fill="DBE5F1"/>
        <w:spacing w:line="276" w:lineRule="auto"/>
        <w:ind w:right="142"/>
        <w:contextualSpacing w:val="0"/>
        <w:jc w:val="center"/>
        <w:rPr>
          <w:rFonts w:eastAsia="Times New Roman" w:cs="Arial"/>
          <w:b/>
          <w:sz w:val="28"/>
          <w:szCs w:val="28"/>
          <w:lang w:eastAsia="cs-CZ"/>
        </w:rPr>
      </w:pPr>
      <w:r w:rsidRPr="00BE2101">
        <w:rPr>
          <w:rFonts w:eastAsia="Times New Roman" w:cs="Arial"/>
          <w:b/>
          <w:sz w:val="28"/>
          <w:szCs w:val="28"/>
          <w:lang w:eastAsia="cs-CZ"/>
        </w:rPr>
        <w:t xml:space="preserve">AFFIDAVIT </w:t>
      </w:r>
      <w:r>
        <w:rPr>
          <w:rFonts w:eastAsia="Times New Roman" w:cs="Arial"/>
          <w:b/>
          <w:sz w:val="28"/>
          <w:szCs w:val="28"/>
          <w:lang w:eastAsia="cs-CZ"/>
        </w:rPr>
        <w:t>ON</w:t>
      </w:r>
      <w:r w:rsidRPr="00BE2101">
        <w:rPr>
          <w:rFonts w:eastAsia="Times New Roman" w:cs="Arial"/>
          <w:b/>
          <w:sz w:val="28"/>
          <w:szCs w:val="28"/>
          <w:lang w:eastAsia="cs-CZ"/>
        </w:rPr>
        <w:t xml:space="preserve"> SECURITY REQUIREMENTS</w:t>
      </w:r>
    </w:p>
    <w:p w14:paraId="1AB080BB" w14:textId="77777777" w:rsidR="00F029A7" w:rsidRDefault="00F029A7" w:rsidP="00241153">
      <w:pPr>
        <w:jc w:val="center"/>
        <w:rPr>
          <w:b/>
          <w:sz w:val="32"/>
          <w:szCs w:val="32"/>
          <w:lang w:val="en-GB"/>
        </w:rPr>
      </w:pPr>
    </w:p>
    <w:p w14:paraId="00473ECF" w14:textId="77777777" w:rsidR="00BE2101" w:rsidRDefault="00BE2101" w:rsidP="00BE2101">
      <w:pPr>
        <w:tabs>
          <w:tab w:val="num" w:pos="144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b/>
        </w:rPr>
      </w:pPr>
      <w:r w:rsidRPr="00CF7E8E">
        <w:rPr>
          <w:b/>
        </w:rPr>
        <w:t xml:space="preserve">Public </w:t>
      </w:r>
      <w:proofErr w:type="spellStart"/>
      <w:r w:rsidRPr="00CF7E8E">
        <w:rPr>
          <w:b/>
        </w:rPr>
        <w:t>Contract</w:t>
      </w:r>
      <w:proofErr w:type="spellEnd"/>
      <w:r w:rsidRPr="00CF7E8E">
        <w:rPr>
          <w:b/>
        </w:rPr>
        <w:t xml:space="preserve"> Name:</w:t>
      </w:r>
    </w:p>
    <w:p w14:paraId="48413981" w14:textId="77777777" w:rsidR="002A2344" w:rsidRPr="00CF7E8E" w:rsidRDefault="002A2344" w:rsidP="00BE2101">
      <w:pPr>
        <w:tabs>
          <w:tab w:val="num" w:pos="144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85DAA" w14:paraId="345703E0" w14:textId="77777777" w:rsidTr="00E85DAA">
        <w:trPr>
          <w:trHeight w:val="8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14:paraId="024BE32E" w14:textId="77777777" w:rsidR="00E85DAA" w:rsidRDefault="00E85DAA">
            <w:pPr>
              <w:jc w:val="center"/>
              <w:rPr>
                <w:rFonts w:cs="Arial"/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  <w:lang w:val="en-GB"/>
              </w:rPr>
              <w:t>Production and Supply of Threads for Passport Books</w:t>
            </w:r>
          </w:p>
        </w:tc>
      </w:tr>
      <w:tr w:rsidR="00E85DAA" w14:paraId="6DAD8B12" w14:textId="77777777" w:rsidTr="00E85DAA">
        <w:trPr>
          <w:trHeight w:val="68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14:paraId="093C69A5" w14:textId="77777777" w:rsidR="00E85DAA" w:rsidRDefault="00E85DAA">
            <w:pPr>
              <w:jc w:val="center"/>
              <w:rPr>
                <w:rFonts w:cs="Arial"/>
                <w:b/>
                <w:sz w:val="32"/>
                <w:szCs w:val="32"/>
              </w:rPr>
            </w:pPr>
            <w:proofErr w:type="spellStart"/>
            <w:r>
              <w:rPr>
                <w:rFonts w:cs="Arial"/>
                <w:b/>
                <w:bCs/>
                <w:sz w:val="32"/>
                <w:szCs w:val="32"/>
                <w:lang w:val="en-GB"/>
              </w:rPr>
              <w:t>Výroba</w:t>
            </w:r>
            <w:proofErr w:type="spellEnd"/>
            <w:r>
              <w:rPr>
                <w:rFonts w:cs="Arial"/>
                <w:b/>
                <w:bCs/>
                <w:sz w:val="32"/>
                <w:szCs w:val="32"/>
                <w:lang w:val="en-GB"/>
              </w:rPr>
              <w:t xml:space="preserve"> a </w:t>
            </w:r>
            <w:proofErr w:type="spellStart"/>
            <w:r>
              <w:rPr>
                <w:rFonts w:cs="Arial"/>
                <w:b/>
                <w:bCs/>
                <w:sz w:val="32"/>
                <w:szCs w:val="32"/>
                <w:lang w:val="en-GB"/>
              </w:rPr>
              <w:t>dodávky</w:t>
            </w:r>
            <w:proofErr w:type="spellEnd"/>
            <w:r>
              <w:rPr>
                <w:rFonts w:cs="Arial"/>
                <w:b/>
                <w:bCs/>
                <w:sz w:val="32"/>
                <w:szCs w:val="32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sz w:val="32"/>
                <w:szCs w:val="32"/>
                <w:lang w:val="en-GB"/>
              </w:rPr>
              <w:t>nití</w:t>
            </w:r>
            <w:proofErr w:type="spellEnd"/>
            <w:r>
              <w:rPr>
                <w:rFonts w:cs="Arial"/>
                <w:b/>
                <w:bCs/>
                <w:sz w:val="32"/>
                <w:szCs w:val="32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sz w:val="32"/>
                <w:szCs w:val="32"/>
                <w:lang w:val="en-GB"/>
              </w:rPr>
              <w:t>na</w:t>
            </w:r>
            <w:proofErr w:type="spellEnd"/>
            <w:r>
              <w:rPr>
                <w:rFonts w:cs="Arial"/>
                <w:b/>
                <w:bCs/>
                <w:sz w:val="32"/>
                <w:szCs w:val="32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sz w:val="32"/>
                <w:szCs w:val="32"/>
                <w:lang w:val="en-GB"/>
              </w:rPr>
              <w:t>pasové</w:t>
            </w:r>
            <w:proofErr w:type="spellEnd"/>
            <w:r>
              <w:rPr>
                <w:rFonts w:cs="Arial"/>
                <w:b/>
                <w:bCs/>
                <w:sz w:val="32"/>
                <w:szCs w:val="32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sz w:val="32"/>
                <w:szCs w:val="32"/>
                <w:lang w:val="en-GB"/>
              </w:rPr>
              <w:t>knížky</w:t>
            </w:r>
            <w:proofErr w:type="spellEnd"/>
          </w:p>
        </w:tc>
      </w:tr>
    </w:tbl>
    <w:p w14:paraId="0947ED73" w14:textId="0C17A61A" w:rsidR="00BE2101" w:rsidRDefault="00BE2101" w:rsidP="00241153">
      <w:pPr>
        <w:jc w:val="center"/>
        <w:rPr>
          <w:rFonts w:cs="Arial"/>
          <w:b/>
          <w:sz w:val="28"/>
          <w:szCs w:val="28"/>
        </w:rPr>
      </w:pPr>
    </w:p>
    <w:p w14:paraId="276CFFA3" w14:textId="77777777" w:rsidR="002A2344" w:rsidRPr="00B23269" w:rsidRDefault="002A2344" w:rsidP="00241153">
      <w:pPr>
        <w:jc w:val="center"/>
        <w:rPr>
          <w:b/>
          <w:sz w:val="32"/>
          <w:szCs w:val="32"/>
          <w:lang w:val="en-GB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321"/>
      </w:tblGrid>
      <w:tr w:rsidR="00F029A7" w:rsidRPr="007D2E20" w14:paraId="280C258E" w14:textId="77777777" w:rsidTr="004704B7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7E629" w14:textId="77777777" w:rsidR="00F029A7" w:rsidRPr="00B23269" w:rsidRDefault="00F029A7">
            <w:pPr>
              <w:tabs>
                <w:tab w:val="left" w:pos="300"/>
              </w:tabs>
              <w:spacing w:line="256" w:lineRule="auto"/>
              <w:rPr>
                <w:b/>
                <w:lang w:val="en-GB"/>
              </w:rPr>
            </w:pPr>
            <w:r w:rsidRPr="00B23269">
              <w:rPr>
                <w:b/>
                <w:lang w:val="en-GB"/>
              </w:rPr>
              <w:t xml:space="preserve">Name of </w:t>
            </w:r>
            <w:r w:rsidR="009B754C" w:rsidRPr="00B23269">
              <w:rPr>
                <w:b/>
                <w:lang w:val="en-GB"/>
              </w:rPr>
              <w:t>Contractor</w:t>
            </w:r>
            <w:r w:rsidRPr="00B23269">
              <w:rPr>
                <w:b/>
                <w:lang w:val="en-GB"/>
              </w:rPr>
              <w:t xml:space="preserve"> (incl. legal form):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5737C" w14:textId="77777777" w:rsidR="00F029A7" w:rsidRPr="00B23269" w:rsidRDefault="00F029A7">
            <w:pPr>
              <w:tabs>
                <w:tab w:val="left" w:pos="300"/>
              </w:tabs>
              <w:spacing w:line="256" w:lineRule="auto"/>
              <w:jc w:val="center"/>
              <w:rPr>
                <w:b/>
                <w:u w:val="single"/>
                <w:lang w:val="en-GB"/>
              </w:rPr>
            </w:pPr>
            <w:r w:rsidRPr="00B23269">
              <w:rPr>
                <w:highlight w:val="yellow"/>
                <w:lang w:val="en-GB"/>
              </w:rPr>
              <w:t>…………………………</w:t>
            </w:r>
          </w:p>
        </w:tc>
      </w:tr>
      <w:tr w:rsidR="00F029A7" w:rsidRPr="007D2E20" w14:paraId="67A054E7" w14:textId="77777777" w:rsidTr="004704B7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97354" w14:textId="77777777" w:rsidR="00F029A7" w:rsidRPr="00B23269" w:rsidRDefault="00F029A7">
            <w:pPr>
              <w:tabs>
                <w:tab w:val="left" w:pos="300"/>
              </w:tabs>
              <w:spacing w:line="256" w:lineRule="auto"/>
              <w:rPr>
                <w:b/>
                <w:lang w:val="en-GB"/>
              </w:rPr>
            </w:pPr>
            <w:r w:rsidRPr="00B23269">
              <w:rPr>
                <w:b/>
                <w:bCs/>
                <w:lang w:val="en-GB"/>
              </w:rPr>
              <w:t>Registered office</w:t>
            </w:r>
            <w:r w:rsidRPr="00B23269">
              <w:rPr>
                <w:b/>
                <w:lang w:val="en-GB"/>
              </w:rPr>
              <w:t>: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A46F2" w14:textId="77777777" w:rsidR="00F029A7" w:rsidRPr="00B23269" w:rsidRDefault="00F029A7">
            <w:pPr>
              <w:tabs>
                <w:tab w:val="left" w:pos="300"/>
              </w:tabs>
              <w:spacing w:line="256" w:lineRule="auto"/>
              <w:jc w:val="center"/>
              <w:rPr>
                <w:b/>
                <w:u w:val="single"/>
                <w:lang w:val="en-GB"/>
              </w:rPr>
            </w:pPr>
            <w:r w:rsidRPr="00B23269">
              <w:rPr>
                <w:highlight w:val="yellow"/>
                <w:lang w:val="en-GB"/>
              </w:rPr>
              <w:t>…………………………</w:t>
            </w:r>
          </w:p>
        </w:tc>
      </w:tr>
      <w:tr w:rsidR="00F029A7" w:rsidRPr="007D2E20" w14:paraId="175C69F3" w14:textId="77777777" w:rsidTr="004704B7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61B75" w14:textId="77777777" w:rsidR="00F029A7" w:rsidRPr="00B23269" w:rsidRDefault="00F029A7">
            <w:pPr>
              <w:tabs>
                <w:tab w:val="left" w:pos="300"/>
              </w:tabs>
              <w:spacing w:line="256" w:lineRule="auto"/>
              <w:rPr>
                <w:b/>
                <w:lang w:val="en-GB"/>
              </w:rPr>
            </w:pPr>
            <w:r w:rsidRPr="00B23269">
              <w:rPr>
                <w:b/>
                <w:lang w:val="en-GB"/>
              </w:rPr>
              <w:t>Reg. No.: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7FC71" w14:textId="77777777" w:rsidR="00F029A7" w:rsidRPr="00B23269" w:rsidRDefault="00F029A7">
            <w:pPr>
              <w:tabs>
                <w:tab w:val="left" w:pos="300"/>
              </w:tabs>
              <w:spacing w:line="256" w:lineRule="auto"/>
              <w:jc w:val="center"/>
              <w:rPr>
                <w:b/>
                <w:u w:val="single"/>
                <w:lang w:val="en-GB"/>
              </w:rPr>
            </w:pPr>
            <w:r w:rsidRPr="00B23269">
              <w:rPr>
                <w:highlight w:val="yellow"/>
                <w:lang w:val="en-GB"/>
              </w:rPr>
              <w:t>…………………………</w:t>
            </w:r>
          </w:p>
        </w:tc>
      </w:tr>
    </w:tbl>
    <w:p w14:paraId="4F593C29" w14:textId="77777777" w:rsidR="00383B00" w:rsidRPr="007D2E20" w:rsidRDefault="00383B00" w:rsidP="00F029A7">
      <w:pPr>
        <w:autoSpaceDE w:val="0"/>
        <w:autoSpaceDN w:val="0"/>
        <w:adjustRightInd w:val="0"/>
        <w:spacing w:after="120"/>
        <w:rPr>
          <w:rFonts w:eastAsia="Times New Roman" w:cs="Arial"/>
          <w:bCs/>
          <w:lang w:val="en-GB" w:eastAsia="en-GB" w:bidi="en-GB"/>
        </w:rPr>
      </w:pPr>
    </w:p>
    <w:p w14:paraId="2D65C32B" w14:textId="77777777" w:rsidR="00F029A7" w:rsidRPr="007D2E20" w:rsidRDefault="00F029A7" w:rsidP="00F029A7">
      <w:pPr>
        <w:autoSpaceDE w:val="0"/>
        <w:autoSpaceDN w:val="0"/>
        <w:adjustRightInd w:val="0"/>
        <w:spacing w:after="120"/>
        <w:rPr>
          <w:rFonts w:eastAsia="Times New Roman" w:cs="Arial"/>
          <w:bCs/>
          <w:lang w:val="en-GB" w:eastAsia="en-GB" w:bidi="en-GB"/>
        </w:rPr>
      </w:pPr>
      <w:bookmarkStart w:id="0" w:name="_Hlk41569183"/>
      <w:r w:rsidRPr="007D2E20">
        <w:rPr>
          <w:rFonts w:eastAsia="Times New Roman" w:cs="Arial"/>
          <w:bCs/>
          <w:lang w:val="en-GB" w:eastAsia="en-GB" w:bidi="en-GB"/>
        </w:rPr>
        <w:t>(hereinafter “</w:t>
      </w:r>
      <w:r w:rsidRPr="00B23269">
        <w:rPr>
          <w:rFonts w:eastAsia="Times New Roman" w:cs="Arial"/>
          <w:b/>
          <w:lang w:val="en-GB" w:eastAsia="en-GB" w:bidi="en-GB"/>
        </w:rPr>
        <w:t xml:space="preserve">the </w:t>
      </w:r>
      <w:r w:rsidR="002942E1" w:rsidRPr="00B23269">
        <w:rPr>
          <w:b/>
          <w:lang w:val="en-GB"/>
        </w:rPr>
        <w:t>Contractor</w:t>
      </w:r>
      <w:r w:rsidRPr="007D2E20">
        <w:rPr>
          <w:rFonts w:eastAsia="Times New Roman" w:cs="Arial"/>
          <w:bCs/>
          <w:lang w:val="en-GB" w:eastAsia="en-GB" w:bidi="en-GB"/>
        </w:rPr>
        <w:t>”</w:t>
      </w:r>
      <w:r w:rsidR="00383B00" w:rsidRPr="007D2E20">
        <w:rPr>
          <w:rFonts w:eastAsia="Times New Roman" w:cs="Arial"/>
          <w:bCs/>
          <w:lang w:val="en-GB" w:eastAsia="en-GB" w:bidi="en-GB"/>
        </w:rPr>
        <w:t>)</w:t>
      </w:r>
    </w:p>
    <w:bookmarkEnd w:id="0"/>
    <w:p w14:paraId="33FD0D08" w14:textId="77777777" w:rsidR="005627AA" w:rsidRPr="007D2E20" w:rsidRDefault="005627AA" w:rsidP="004704B7">
      <w:pPr>
        <w:autoSpaceDE w:val="0"/>
        <w:autoSpaceDN w:val="0"/>
        <w:adjustRightInd w:val="0"/>
        <w:spacing w:after="120" w:line="276" w:lineRule="auto"/>
        <w:rPr>
          <w:rFonts w:eastAsia="Times New Roman" w:cs="Arial"/>
          <w:bCs/>
          <w:lang w:val="en-GB" w:eastAsia="en-GB" w:bidi="en-GB"/>
        </w:rPr>
      </w:pPr>
    </w:p>
    <w:p w14:paraId="447100F5" w14:textId="3CBB941A" w:rsidR="00532956" w:rsidRDefault="00F029A7" w:rsidP="004704B7">
      <w:pPr>
        <w:pStyle w:val="Nzev"/>
        <w:spacing w:line="276" w:lineRule="auto"/>
        <w:rPr>
          <w:bCs/>
          <w:color w:val="auto"/>
          <w:sz w:val="22"/>
          <w:szCs w:val="22"/>
          <w:lang w:val="en-GB"/>
        </w:rPr>
      </w:pPr>
      <w:r w:rsidRPr="00532956">
        <w:rPr>
          <w:b w:val="0"/>
          <w:color w:val="auto"/>
          <w:sz w:val="22"/>
          <w:szCs w:val="22"/>
          <w:lang w:val="en-GB"/>
        </w:rPr>
        <w:t xml:space="preserve">As a person authorized to act in the name of or for the </w:t>
      </w:r>
      <w:r w:rsidR="009B754C" w:rsidRPr="00532956">
        <w:rPr>
          <w:b w:val="0"/>
          <w:color w:val="auto"/>
          <w:sz w:val="22"/>
          <w:szCs w:val="22"/>
          <w:lang w:val="en-GB"/>
        </w:rPr>
        <w:t>Contractor</w:t>
      </w:r>
      <w:r w:rsidRPr="00532956">
        <w:rPr>
          <w:b w:val="0"/>
          <w:color w:val="auto"/>
          <w:sz w:val="22"/>
          <w:szCs w:val="22"/>
          <w:lang w:val="en-GB"/>
        </w:rPr>
        <w:t xml:space="preserve">, I hereby solemnly declare that the </w:t>
      </w:r>
      <w:r w:rsidR="009B754C" w:rsidRPr="00532956">
        <w:rPr>
          <w:b w:val="0"/>
          <w:color w:val="auto"/>
          <w:sz w:val="22"/>
          <w:szCs w:val="22"/>
          <w:lang w:val="en-GB"/>
        </w:rPr>
        <w:t xml:space="preserve">Contractor </w:t>
      </w:r>
      <w:r w:rsidRPr="00532956">
        <w:rPr>
          <w:b w:val="0"/>
          <w:color w:val="auto"/>
          <w:sz w:val="22"/>
          <w:szCs w:val="22"/>
          <w:lang w:val="en-GB"/>
        </w:rPr>
        <w:t xml:space="preserve">meets </w:t>
      </w:r>
      <w:r w:rsidR="00532956" w:rsidRPr="00532956">
        <w:rPr>
          <w:b w:val="0"/>
          <w:color w:val="auto"/>
          <w:sz w:val="22"/>
          <w:szCs w:val="22"/>
          <w:lang w:val="en-GB"/>
        </w:rPr>
        <w:t xml:space="preserve">the technical qualification requirement, pursuant to Art. 9.4.2 </w:t>
      </w:r>
      <w:r w:rsidRPr="00532956">
        <w:rPr>
          <w:b w:val="0"/>
          <w:color w:val="auto"/>
          <w:sz w:val="22"/>
          <w:szCs w:val="22"/>
          <w:lang w:val="en-GB"/>
        </w:rPr>
        <w:t>the requirements</w:t>
      </w:r>
      <w:r w:rsidRPr="00B23269">
        <w:rPr>
          <w:bCs/>
          <w:color w:val="auto"/>
          <w:sz w:val="22"/>
          <w:szCs w:val="22"/>
          <w:lang w:val="en-GB"/>
        </w:rPr>
        <w:t xml:space="preserve"> regarding the implemented security processes </w:t>
      </w:r>
      <w:r w:rsidR="00532956" w:rsidRPr="00532956">
        <w:rPr>
          <w:bCs/>
          <w:color w:val="auto"/>
          <w:sz w:val="22"/>
          <w:szCs w:val="22"/>
          <w:lang w:val="en-GB"/>
        </w:rPr>
        <w:t>to ensure the production security integrity (transport incl.) within the performance of the subject matter of the public contract</w:t>
      </w:r>
      <w:r w:rsidR="00132255">
        <w:rPr>
          <w:rStyle w:val="Znakapoznpodarou"/>
          <w:bCs/>
          <w:color w:val="auto"/>
          <w:sz w:val="22"/>
          <w:szCs w:val="22"/>
          <w:lang w:val="en-GB"/>
        </w:rPr>
        <w:footnoteReference w:id="1"/>
      </w:r>
      <w:r w:rsidR="00532956" w:rsidRPr="00532956">
        <w:rPr>
          <w:bCs/>
          <w:color w:val="auto"/>
          <w:sz w:val="22"/>
          <w:szCs w:val="22"/>
          <w:lang w:val="en-GB"/>
        </w:rPr>
        <w:t xml:space="preserve"> in the minimal level of the “ISO 14298 Management of security printing processes” or “CWA 15374 Security management system for suppliers to the security printing industry”, respectively </w:t>
      </w:r>
      <w:r w:rsidR="00532956" w:rsidRPr="00532956">
        <w:rPr>
          <w:bCs/>
          <w:color w:val="auto"/>
          <w:sz w:val="22"/>
          <w:szCs w:val="22"/>
          <w:u w:val="single"/>
          <w:lang w:val="en-GB"/>
        </w:rPr>
        <w:t xml:space="preserve">requirements 1-12 stated in the Annex no. </w:t>
      </w:r>
      <w:r w:rsidR="00132255">
        <w:rPr>
          <w:bCs/>
          <w:color w:val="auto"/>
          <w:sz w:val="22"/>
          <w:szCs w:val="22"/>
          <w:u w:val="single"/>
          <w:lang w:val="en-GB"/>
        </w:rPr>
        <w:t>3</w:t>
      </w:r>
      <w:r w:rsidR="00532956" w:rsidRPr="00532956">
        <w:rPr>
          <w:bCs/>
          <w:color w:val="auto"/>
          <w:sz w:val="22"/>
          <w:szCs w:val="22"/>
          <w:u w:val="single"/>
          <w:lang w:val="en-GB"/>
        </w:rPr>
        <w:t xml:space="preserve"> of the Draft Contract</w:t>
      </w:r>
      <w:r w:rsidR="00532956" w:rsidRPr="00532956">
        <w:rPr>
          <w:bCs/>
          <w:color w:val="auto"/>
          <w:sz w:val="22"/>
          <w:szCs w:val="22"/>
          <w:lang w:val="en-GB"/>
        </w:rPr>
        <w:t>, whereas all the requirements stated there arise from requirements of ISO 14298 and CWA 15374 and shall be interpreted in the meaning of ISO 14298 and CWA 15374.</w:t>
      </w:r>
    </w:p>
    <w:p w14:paraId="7ECF1C97" w14:textId="77777777" w:rsidR="00532956" w:rsidRDefault="00532956" w:rsidP="004704B7">
      <w:pPr>
        <w:pStyle w:val="Nzev"/>
        <w:spacing w:line="276" w:lineRule="auto"/>
        <w:rPr>
          <w:bCs/>
          <w:color w:val="auto"/>
          <w:sz w:val="22"/>
          <w:szCs w:val="22"/>
          <w:lang w:val="en-GB"/>
        </w:rPr>
      </w:pPr>
    </w:p>
    <w:p w14:paraId="3071809D" w14:textId="77777777" w:rsidR="00F34873" w:rsidRPr="00B23269" w:rsidRDefault="00F34873" w:rsidP="005627AA">
      <w:pPr>
        <w:rPr>
          <w:lang w:val="en-GB"/>
        </w:rPr>
      </w:pPr>
    </w:p>
    <w:sectPr w:rsidR="00F34873" w:rsidRPr="00B23269" w:rsidSect="004704B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4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FCA7D9" w14:textId="77777777" w:rsidR="002B60E4" w:rsidRDefault="002B60E4" w:rsidP="00A71EF9">
      <w:r>
        <w:separator/>
      </w:r>
    </w:p>
  </w:endnote>
  <w:endnote w:type="continuationSeparator" w:id="0">
    <w:p w14:paraId="7ED7B3D8" w14:textId="77777777" w:rsidR="002B60E4" w:rsidRDefault="002B60E4" w:rsidP="00A71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80044214"/>
      <w:docPartObj>
        <w:docPartGallery w:val="Page Numbers (Top of Page)"/>
        <w:docPartUnique/>
      </w:docPartObj>
    </w:sdtPr>
    <w:sdtEndPr/>
    <w:sdtContent>
      <w:p w14:paraId="632D278B" w14:textId="77777777" w:rsidR="00F95075" w:rsidRDefault="00F95075" w:rsidP="00F95075">
        <w:pPr>
          <w:pStyle w:val="Zpat"/>
          <w:jc w:val="right"/>
        </w:pPr>
        <w:proofErr w:type="spellStart"/>
        <w:r>
          <w:t>Page</w:t>
        </w:r>
        <w:proofErr w:type="spellEnd"/>
        <w:r>
          <w:t xml:space="preserve">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2A2344">
          <w:rPr>
            <w:b/>
            <w:bCs/>
            <w:noProof/>
          </w:rPr>
          <w:t>5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</w:t>
        </w:r>
        <w:proofErr w:type="spellStart"/>
        <w:r>
          <w:t>of</w:t>
        </w:r>
        <w:proofErr w:type="spellEnd"/>
        <w:r>
          <w:t xml:space="preserve">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2A2344">
          <w:rPr>
            <w:b/>
            <w:bCs/>
            <w:noProof/>
          </w:rPr>
          <w:t>5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5652EE04" w14:textId="77777777" w:rsidR="00F95075" w:rsidRDefault="00F950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3649508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9189C0" w14:textId="77777777" w:rsidR="000F1B39" w:rsidRDefault="000F1B39">
            <w:pPr>
              <w:pStyle w:val="Zpat"/>
              <w:jc w:val="right"/>
            </w:pPr>
            <w:proofErr w:type="spellStart"/>
            <w:r>
              <w:t>Page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A234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A2344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C5E8243" w14:textId="77777777" w:rsidR="00D54173" w:rsidRDefault="00D5417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5FDBDB" w14:textId="77777777" w:rsidR="002B60E4" w:rsidRDefault="002B60E4" w:rsidP="00A71EF9">
      <w:r>
        <w:separator/>
      </w:r>
    </w:p>
  </w:footnote>
  <w:footnote w:type="continuationSeparator" w:id="0">
    <w:p w14:paraId="69D3C612" w14:textId="77777777" w:rsidR="002B60E4" w:rsidRDefault="002B60E4" w:rsidP="00A71EF9">
      <w:r>
        <w:continuationSeparator/>
      </w:r>
    </w:p>
  </w:footnote>
  <w:footnote w:id="1">
    <w:p w14:paraId="032D77E6" w14:textId="207D4C35" w:rsidR="00132255" w:rsidRDefault="0013225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14C11">
        <w:rPr>
          <w:lang w:val="en-GB"/>
        </w:rPr>
        <w:t xml:space="preserve">To avoid any doubts, the Contracting Authority requires those security processes to be fulfilled and implemented in </w:t>
      </w:r>
      <w:r>
        <w:rPr>
          <w:lang w:val="en-GB"/>
        </w:rPr>
        <w:t>all</w:t>
      </w:r>
      <w:r w:rsidRPr="00314C11">
        <w:rPr>
          <w:lang w:val="en-GB"/>
        </w:rPr>
        <w:t xml:space="preserve"> places, where </w:t>
      </w:r>
      <w:r w:rsidRPr="00D878B9">
        <w:rPr>
          <w:lang w:val="en-GB"/>
        </w:rPr>
        <w:t>performance</w:t>
      </w:r>
      <w:r w:rsidRPr="00314C11">
        <w:rPr>
          <w:lang w:val="en-GB"/>
        </w:rPr>
        <w:t xml:space="preserve"> of the Public Contract</w:t>
      </w:r>
      <w:r>
        <w:rPr>
          <w:lang w:val="en-GB"/>
        </w:rPr>
        <w:t xml:space="preserve"> subject matter takes place.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2E6CC3" w14:textId="77777777" w:rsidR="006C7ABF" w:rsidRDefault="00E310A4" w:rsidP="006C7ABF">
    <w:pPr>
      <w:pStyle w:val="Zhlav"/>
      <w:spacing w:after="120"/>
      <w:jc w:val="right"/>
    </w:pPr>
    <w:r>
      <w:rPr>
        <w:rFonts w:ascii="Times New Roman" w:hAnsi="Times New Roman"/>
        <w:noProof/>
        <w:sz w:val="24"/>
        <w:szCs w:val="24"/>
        <w:lang w:eastAsia="cs-CZ"/>
      </w:rPr>
      <w:drawing>
        <wp:anchor distT="36576" distB="36576" distL="36576" distR="36576" simplePos="0" relativeHeight="251656192" behindDoc="0" locked="0" layoutInCell="1" allowOverlap="1" wp14:anchorId="4762A4BC" wp14:editId="2E56A54E">
          <wp:simplePos x="0" y="0"/>
          <wp:positionH relativeFrom="column">
            <wp:posOffset>-154940</wp:posOffset>
          </wp:positionH>
          <wp:positionV relativeFrom="paragraph">
            <wp:posOffset>-208280</wp:posOffset>
          </wp:positionV>
          <wp:extent cx="617220" cy="719455"/>
          <wp:effectExtent l="0" t="0" r="0" b="444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785" t="22554" r="81852" b="21411"/>
                  <a:stretch/>
                </pic:blipFill>
                <pic:spPr bwMode="auto">
                  <a:xfrm>
                    <a:off x="0" y="0"/>
                    <a:ext cx="61722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6C7ABF">
      <w:tab/>
    </w:r>
    <w:proofErr w:type="spellStart"/>
    <w:r w:rsidR="006C7ABF">
      <w:t>Annex</w:t>
    </w:r>
    <w:proofErr w:type="spellEnd"/>
    <w:r w:rsidR="006C7ABF">
      <w:t xml:space="preserve"> 6</w:t>
    </w:r>
  </w:p>
  <w:p w14:paraId="2E0F55F3" w14:textId="77777777" w:rsidR="00E310A4" w:rsidRDefault="00E310A4" w:rsidP="006C7ABF">
    <w:pPr>
      <w:pStyle w:val="Zhlav"/>
      <w:tabs>
        <w:tab w:val="clear" w:pos="4536"/>
        <w:tab w:val="clear" w:pos="9072"/>
        <w:tab w:val="left" w:pos="901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69D939" w14:textId="5A5C0512" w:rsidR="00A71EF9" w:rsidRDefault="00B62731">
    <w:pPr>
      <w:pStyle w:val="Zhlav"/>
    </w:pPr>
    <w:r>
      <w:rPr>
        <w:rFonts w:ascii="Times New Roman" w:hAnsi="Times New Roman"/>
        <w:noProof/>
        <w:sz w:val="24"/>
        <w:szCs w:val="24"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D105A95" wp14:editId="14073D94">
              <wp:simplePos x="0" y="0"/>
              <wp:positionH relativeFrom="column">
                <wp:posOffset>1917700</wp:posOffset>
              </wp:positionH>
              <wp:positionV relativeFrom="paragraph">
                <wp:posOffset>-325755</wp:posOffset>
              </wp:positionV>
              <wp:extent cx="3818255" cy="843280"/>
              <wp:effectExtent l="0" t="0" r="0" b="0"/>
              <wp:wrapNone/>
              <wp:docPr id="5" name="Obdélní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818255" cy="843280"/>
                      </a:xfrm>
                      <a:prstGeom prst="rect">
                        <a:avLst/>
                      </a:prstGeom>
                      <a:noFill/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14:paraId="1D2A03ED" w14:textId="77777777" w:rsidR="007B474B" w:rsidRDefault="007B474B" w:rsidP="007B474B">
                          <w:pPr>
                            <w:rPr>
                              <w:color w:val="000000" w:themeColor="text1"/>
                            </w:rPr>
                          </w:pPr>
                        </w:p>
                        <w:p w14:paraId="6FE5595C" w14:textId="6F287C56" w:rsidR="00BE2101" w:rsidRDefault="00BE2101" w:rsidP="00BE2101">
                          <w:pPr>
                            <w:pStyle w:val="Zhlav"/>
                            <w:spacing w:after="120"/>
                            <w:jc w:val="right"/>
                          </w:pPr>
                          <w:proofErr w:type="spellStart"/>
                          <w:r>
                            <w:t>Annex</w:t>
                          </w:r>
                          <w:proofErr w:type="spellEnd"/>
                          <w:r>
                            <w:t xml:space="preserve"> </w:t>
                          </w:r>
                          <w:r w:rsidR="00532956">
                            <w:t>3c</w:t>
                          </w:r>
                        </w:p>
                        <w:p w14:paraId="4CA21C73" w14:textId="77777777" w:rsidR="007B474B" w:rsidRDefault="007B474B" w:rsidP="007B474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rect w14:anchorId="4D105A95" id="Obdélník 5" o:spid="_x0000_s1026" style="position:absolute;left:0;text-align:left;margin-left:151pt;margin-top:-25.65pt;width:300.65pt;height:6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" filled="f" stroked="f" strokeweight="2pt">
              <v:textbox>
                <w:txbxContent>
                  <w:p w14:paraId="1D2A03ED" w14:textId="77777777" w:rsidR="007B474B" w:rsidRDefault="007B474B" w:rsidP="007B474B">
                    <w:pPr>
                      <w:rPr>
                        <w:color w:val="000000" w:themeColor="text1"/>
                      </w:rPr>
                    </w:pPr>
                  </w:p>
                  <w:p w14:paraId="6FE5595C" w14:textId="6F287C56" w:rsidR="00BE2101" w:rsidRDefault="00BE2101" w:rsidP="00BE2101">
                    <w:pPr>
                      <w:pStyle w:val="Zhlav"/>
                      <w:spacing w:after="120"/>
                      <w:jc w:val="right"/>
                    </w:pPr>
                    <w:proofErr w:type="spellStart"/>
                    <w:r>
                      <w:t>Annex</w:t>
                    </w:r>
                    <w:proofErr w:type="spellEnd"/>
                    <w:r>
                      <w:t xml:space="preserve"> </w:t>
                    </w:r>
                    <w:r w:rsidR="00532956">
                      <w:t>3c</w:t>
                    </w:r>
                  </w:p>
                  <w:p w14:paraId="4CA21C73" w14:textId="77777777" w:rsidR="007B474B" w:rsidRDefault="007B474B" w:rsidP="007B474B"/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E4F64"/>
    <w:multiLevelType w:val="hybridMultilevel"/>
    <w:tmpl w:val="D1B23A1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0653F1"/>
    <w:multiLevelType w:val="hybridMultilevel"/>
    <w:tmpl w:val="F61C5418"/>
    <w:lvl w:ilvl="0" w:tplc="6D3E5DC0">
      <w:start w:val="1"/>
      <w:numFmt w:val="decimal"/>
      <w:lvlText w:val="(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11602"/>
    <w:multiLevelType w:val="hybridMultilevel"/>
    <w:tmpl w:val="60B0BC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2595F"/>
    <w:multiLevelType w:val="hybridMultilevel"/>
    <w:tmpl w:val="95C41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F3966"/>
    <w:multiLevelType w:val="multilevel"/>
    <w:tmpl w:val="1C8809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F1A16"/>
    <w:multiLevelType w:val="hybridMultilevel"/>
    <w:tmpl w:val="F27E6E52"/>
    <w:lvl w:ilvl="0" w:tplc="26AAB13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443F7"/>
    <w:multiLevelType w:val="hybridMultilevel"/>
    <w:tmpl w:val="197E5EE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4E5211B"/>
    <w:multiLevelType w:val="hybridMultilevel"/>
    <w:tmpl w:val="D1B23A1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970718"/>
    <w:multiLevelType w:val="hybridMultilevel"/>
    <w:tmpl w:val="0838C0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20F7F"/>
    <w:multiLevelType w:val="hybridMultilevel"/>
    <w:tmpl w:val="7F72D8F4"/>
    <w:lvl w:ilvl="0" w:tplc="76F87AC6">
      <w:start w:val="1"/>
      <w:numFmt w:val="decimal"/>
      <w:lvlText w:val="(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0E1E93"/>
    <w:multiLevelType w:val="hybridMultilevel"/>
    <w:tmpl w:val="815C3DE4"/>
    <w:lvl w:ilvl="0" w:tplc="75E8E862">
      <w:start w:val="1"/>
      <w:numFmt w:val="decimal"/>
      <w:lvlText w:val="(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E46E26"/>
    <w:multiLevelType w:val="hybridMultilevel"/>
    <w:tmpl w:val="D8805866"/>
    <w:lvl w:ilvl="0" w:tplc="33AA5796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194751"/>
    <w:multiLevelType w:val="hybridMultilevel"/>
    <w:tmpl w:val="834A4E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F30681"/>
    <w:multiLevelType w:val="hybridMultilevel"/>
    <w:tmpl w:val="D1B23A1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AB358AD"/>
    <w:multiLevelType w:val="hybridMultilevel"/>
    <w:tmpl w:val="3042A10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C456CF"/>
    <w:multiLevelType w:val="hybridMultilevel"/>
    <w:tmpl w:val="2AB00130"/>
    <w:lvl w:ilvl="0" w:tplc="25907DB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DD1D7F"/>
    <w:multiLevelType w:val="multilevel"/>
    <w:tmpl w:val="6F4AF25A"/>
    <w:lvl w:ilvl="0">
      <w:start w:val="1"/>
      <w:numFmt w:val="decimal"/>
      <w:pStyle w:val="Nadpis1"/>
      <w:lvlText w:val="%1."/>
      <w:lvlJc w:val="left"/>
      <w:pPr>
        <w:ind w:left="720" w:hanging="360"/>
      </w:p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72D52608"/>
    <w:multiLevelType w:val="hybridMultilevel"/>
    <w:tmpl w:val="4FF4B0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11"/>
  </w:num>
  <w:num w:numId="6">
    <w:abstractNumId w:val="2"/>
  </w:num>
  <w:num w:numId="7">
    <w:abstractNumId w:val="8"/>
  </w:num>
  <w:num w:numId="8">
    <w:abstractNumId w:val="4"/>
  </w:num>
  <w:num w:numId="9">
    <w:abstractNumId w:val="12"/>
  </w:num>
  <w:num w:numId="10">
    <w:abstractNumId w:val="16"/>
  </w:num>
  <w:num w:numId="11">
    <w:abstractNumId w:val="5"/>
  </w:num>
  <w:num w:numId="12">
    <w:abstractNumId w:val="17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3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1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ocumentProtection w:formatting="1" w:enforcement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F1B"/>
    <w:rsid w:val="00001198"/>
    <w:rsid w:val="000030DB"/>
    <w:rsid w:val="000107F1"/>
    <w:rsid w:val="0006355A"/>
    <w:rsid w:val="000736E3"/>
    <w:rsid w:val="00075BDA"/>
    <w:rsid w:val="00084D36"/>
    <w:rsid w:val="00085E8F"/>
    <w:rsid w:val="00086037"/>
    <w:rsid w:val="000A34B9"/>
    <w:rsid w:val="000A48F3"/>
    <w:rsid w:val="000A6752"/>
    <w:rsid w:val="000B63F6"/>
    <w:rsid w:val="000C24B8"/>
    <w:rsid w:val="000D15DA"/>
    <w:rsid w:val="000E00FE"/>
    <w:rsid w:val="000F1B39"/>
    <w:rsid w:val="00102812"/>
    <w:rsid w:val="00113157"/>
    <w:rsid w:val="00113E2A"/>
    <w:rsid w:val="00132255"/>
    <w:rsid w:val="00185005"/>
    <w:rsid w:val="001D50A3"/>
    <w:rsid w:val="001D6C7F"/>
    <w:rsid w:val="00202A52"/>
    <w:rsid w:val="002126D5"/>
    <w:rsid w:val="002245E2"/>
    <w:rsid w:val="00241153"/>
    <w:rsid w:val="00244515"/>
    <w:rsid w:val="00273155"/>
    <w:rsid w:val="002942E1"/>
    <w:rsid w:val="002A2344"/>
    <w:rsid w:val="002B60E4"/>
    <w:rsid w:val="002C3B97"/>
    <w:rsid w:val="00317DF4"/>
    <w:rsid w:val="0032412F"/>
    <w:rsid w:val="00340EDD"/>
    <w:rsid w:val="00347B26"/>
    <w:rsid w:val="00353925"/>
    <w:rsid w:val="00353BAC"/>
    <w:rsid w:val="003806CF"/>
    <w:rsid w:val="00383B00"/>
    <w:rsid w:val="003A688A"/>
    <w:rsid w:val="003B214D"/>
    <w:rsid w:val="003E0199"/>
    <w:rsid w:val="003E26F3"/>
    <w:rsid w:val="004006E9"/>
    <w:rsid w:val="00403EC9"/>
    <w:rsid w:val="00414870"/>
    <w:rsid w:val="00420A33"/>
    <w:rsid w:val="00425E3E"/>
    <w:rsid w:val="00430309"/>
    <w:rsid w:val="004319FA"/>
    <w:rsid w:val="0043224C"/>
    <w:rsid w:val="004374A7"/>
    <w:rsid w:val="004432AA"/>
    <w:rsid w:val="00445712"/>
    <w:rsid w:val="0044661E"/>
    <w:rsid w:val="004704B7"/>
    <w:rsid w:val="00471AAC"/>
    <w:rsid w:val="0047296D"/>
    <w:rsid w:val="00474004"/>
    <w:rsid w:val="00474916"/>
    <w:rsid w:val="00485A27"/>
    <w:rsid w:val="00486959"/>
    <w:rsid w:val="00486D4A"/>
    <w:rsid w:val="00487077"/>
    <w:rsid w:val="004939C7"/>
    <w:rsid w:val="004A2D4C"/>
    <w:rsid w:val="004B7106"/>
    <w:rsid w:val="00522D0F"/>
    <w:rsid w:val="005255CE"/>
    <w:rsid w:val="00527100"/>
    <w:rsid w:val="00532956"/>
    <w:rsid w:val="005627AA"/>
    <w:rsid w:val="00571195"/>
    <w:rsid w:val="00594AC8"/>
    <w:rsid w:val="005A1752"/>
    <w:rsid w:val="005B3F88"/>
    <w:rsid w:val="005B77F4"/>
    <w:rsid w:val="005C4C90"/>
    <w:rsid w:val="005C6D2D"/>
    <w:rsid w:val="005D2F9B"/>
    <w:rsid w:val="005E6907"/>
    <w:rsid w:val="005F2AD5"/>
    <w:rsid w:val="005F6A05"/>
    <w:rsid w:val="00610F1B"/>
    <w:rsid w:val="00616ED8"/>
    <w:rsid w:val="00621F74"/>
    <w:rsid w:val="0063112B"/>
    <w:rsid w:val="00636F9A"/>
    <w:rsid w:val="00646DA6"/>
    <w:rsid w:val="00646E4C"/>
    <w:rsid w:val="00651C14"/>
    <w:rsid w:val="006578AD"/>
    <w:rsid w:val="006669EF"/>
    <w:rsid w:val="00670797"/>
    <w:rsid w:val="00673340"/>
    <w:rsid w:val="00681D3B"/>
    <w:rsid w:val="006824DE"/>
    <w:rsid w:val="00683DDE"/>
    <w:rsid w:val="00691209"/>
    <w:rsid w:val="0069431A"/>
    <w:rsid w:val="006973E1"/>
    <w:rsid w:val="006974E2"/>
    <w:rsid w:val="006A1910"/>
    <w:rsid w:val="006C7ABF"/>
    <w:rsid w:val="006E549C"/>
    <w:rsid w:val="00703243"/>
    <w:rsid w:val="007103A1"/>
    <w:rsid w:val="007122F8"/>
    <w:rsid w:val="00721D3D"/>
    <w:rsid w:val="00740D32"/>
    <w:rsid w:val="00743EC2"/>
    <w:rsid w:val="00754E2D"/>
    <w:rsid w:val="00762090"/>
    <w:rsid w:val="00767547"/>
    <w:rsid w:val="00783A8D"/>
    <w:rsid w:val="00786C9E"/>
    <w:rsid w:val="007A2FD0"/>
    <w:rsid w:val="007B1306"/>
    <w:rsid w:val="007B474B"/>
    <w:rsid w:val="007B5A08"/>
    <w:rsid w:val="007B78EB"/>
    <w:rsid w:val="007C0750"/>
    <w:rsid w:val="007D2E20"/>
    <w:rsid w:val="007E7670"/>
    <w:rsid w:val="008068B7"/>
    <w:rsid w:val="00845FA1"/>
    <w:rsid w:val="008561C3"/>
    <w:rsid w:val="0086604A"/>
    <w:rsid w:val="00873619"/>
    <w:rsid w:val="00880AC3"/>
    <w:rsid w:val="0088609F"/>
    <w:rsid w:val="00892793"/>
    <w:rsid w:val="008A1A4A"/>
    <w:rsid w:val="008A7277"/>
    <w:rsid w:val="008D76E1"/>
    <w:rsid w:val="008F088D"/>
    <w:rsid w:val="008F5251"/>
    <w:rsid w:val="0090162F"/>
    <w:rsid w:val="009200F2"/>
    <w:rsid w:val="00947DB5"/>
    <w:rsid w:val="0096433A"/>
    <w:rsid w:val="0097255B"/>
    <w:rsid w:val="009816BB"/>
    <w:rsid w:val="00986144"/>
    <w:rsid w:val="009B754C"/>
    <w:rsid w:val="009C0115"/>
    <w:rsid w:val="009D4198"/>
    <w:rsid w:val="009D43AF"/>
    <w:rsid w:val="009E171B"/>
    <w:rsid w:val="009E3EF8"/>
    <w:rsid w:val="00A17FE0"/>
    <w:rsid w:val="00A36362"/>
    <w:rsid w:val="00A40910"/>
    <w:rsid w:val="00A44EB2"/>
    <w:rsid w:val="00A71EF9"/>
    <w:rsid w:val="00A7412C"/>
    <w:rsid w:val="00A94C86"/>
    <w:rsid w:val="00AB2DE5"/>
    <w:rsid w:val="00B0276A"/>
    <w:rsid w:val="00B16FFF"/>
    <w:rsid w:val="00B23269"/>
    <w:rsid w:val="00B251D0"/>
    <w:rsid w:val="00B4763C"/>
    <w:rsid w:val="00B54066"/>
    <w:rsid w:val="00B54884"/>
    <w:rsid w:val="00B61294"/>
    <w:rsid w:val="00B62731"/>
    <w:rsid w:val="00B751DB"/>
    <w:rsid w:val="00B80D03"/>
    <w:rsid w:val="00B81869"/>
    <w:rsid w:val="00B8349E"/>
    <w:rsid w:val="00BA1375"/>
    <w:rsid w:val="00BB269D"/>
    <w:rsid w:val="00BB3474"/>
    <w:rsid w:val="00BB427E"/>
    <w:rsid w:val="00BC0C63"/>
    <w:rsid w:val="00BE2101"/>
    <w:rsid w:val="00BF0589"/>
    <w:rsid w:val="00BF3D4C"/>
    <w:rsid w:val="00C0020D"/>
    <w:rsid w:val="00C00DD7"/>
    <w:rsid w:val="00C2271A"/>
    <w:rsid w:val="00C41B70"/>
    <w:rsid w:val="00C51210"/>
    <w:rsid w:val="00C60D6E"/>
    <w:rsid w:val="00C64D0C"/>
    <w:rsid w:val="00C65B03"/>
    <w:rsid w:val="00C7254F"/>
    <w:rsid w:val="00C953CA"/>
    <w:rsid w:val="00CB1969"/>
    <w:rsid w:val="00CD2BD2"/>
    <w:rsid w:val="00CE1B15"/>
    <w:rsid w:val="00CE4A87"/>
    <w:rsid w:val="00CF5B78"/>
    <w:rsid w:val="00D14E68"/>
    <w:rsid w:val="00D26424"/>
    <w:rsid w:val="00D326E9"/>
    <w:rsid w:val="00D434CF"/>
    <w:rsid w:val="00D4511C"/>
    <w:rsid w:val="00D500FA"/>
    <w:rsid w:val="00D503B7"/>
    <w:rsid w:val="00D51CE2"/>
    <w:rsid w:val="00D53306"/>
    <w:rsid w:val="00D54173"/>
    <w:rsid w:val="00D56092"/>
    <w:rsid w:val="00D62034"/>
    <w:rsid w:val="00D63268"/>
    <w:rsid w:val="00DB7BD6"/>
    <w:rsid w:val="00DF2B2E"/>
    <w:rsid w:val="00E06FDF"/>
    <w:rsid w:val="00E310A4"/>
    <w:rsid w:val="00E34C1A"/>
    <w:rsid w:val="00E4533D"/>
    <w:rsid w:val="00E56469"/>
    <w:rsid w:val="00E678BE"/>
    <w:rsid w:val="00E81573"/>
    <w:rsid w:val="00E85DAA"/>
    <w:rsid w:val="00ED48BB"/>
    <w:rsid w:val="00ED52CE"/>
    <w:rsid w:val="00ED730D"/>
    <w:rsid w:val="00ED73A9"/>
    <w:rsid w:val="00EE29ED"/>
    <w:rsid w:val="00F029A7"/>
    <w:rsid w:val="00F2417F"/>
    <w:rsid w:val="00F34873"/>
    <w:rsid w:val="00F42B52"/>
    <w:rsid w:val="00F4709D"/>
    <w:rsid w:val="00F47CD7"/>
    <w:rsid w:val="00F50A75"/>
    <w:rsid w:val="00F52A0C"/>
    <w:rsid w:val="00F57D9F"/>
    <w:rsid w:val="00F74210"/>
    <w:rsid w:val="00F83658"/>
    <w:rsid w:val="00F94B15"/>
    <w:rsid w:val="00F95075"/>
    <w:rsid w:val="00F97502"/>
    <w:rsid w:val="00FA631E"/>
    <w:rsid w:val="00FB25BF"/>
    <w:rsid w:val="00FC36A6"/>
    <w:rsid w:val="00FD2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5620108"/>
  <w15:docId w15:val="{9BBB12EC-3B9E-40AA-BE13-7B4765419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61294"/>
    <w:pPr>
      <w:spacing w:after="0" w:line="240" w:lineRule="auto"/>
      <w:contextualSpacing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47B26"/>
    <w:pPr>
      <w:numPr>
        <w:numId w:val="10"/>
      </w:numPr>
      <w:pBdr>
        <w:bottom w:val="single" w:sz="4" w:space="1" w:color="6A8372"/>
      </w:pBdr>
      <w:outlineLvl w:val="0"/>
    </w:pPr>
    <w:rPr>
      <w:b/>
      <w:caps/>
      <w:color w:val="6A837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47DB5"/>
    <w:pPr>
      <w:numPr>
        <w:ilvl w:val="1"/>
        <w:numId w:val="10"/>
      </w:numPr>
      <w:outlineLvl w:val="1"/>
    </w:pPr>
    <w:rPr>
      <w:color w:val="6A837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126D5"/>
    <w:pPr>
      <w:numPr>
        <w:ilvl w:val="2"/>
        <w:numId w:val="10"/>
      </w:numPr>
      <w:outlineLvl w:val="2"/>
    </w:pPr>
    <w:rPr>
      <w:i/>
      <w:color w:val="6A837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353BAC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53BAC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53BAC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53BAC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53BAC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53BAC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2126D5"/>
    <w:rPr>
      <w:rFonts w:ascii="Arial" w:hAnsi="Arial"/>
      <w:i/>
      <w:color w:val="6A8372"/>
    </w:rPr>
  </w:style>
  <w:style w:type="paragraph" w:styleId="Bezmezer">
    <w:name w:val="No Spacing"/>
    <w:basedOn w:val="Normln"/>
    <w:uiPriority w:val="1"/>
    <w:qFormat/>
    <w:rsid w:val="00353BAC"/>
  </w:style>
  <w:style w:type="character" w:customStyle="1" w:styleId="Nadpis1Char">
    <w:name w:val="Nadpis 1 Char"/>
    <w:basedOn w:val="Standardnpsmoodstavce"/>
    <w:link w:val="Nadpis1"/>
    <w:uiPriority w:val="9"/>
    <w:rsid w:val="00347B26"/>
    <w:rPr>
      <w:rFonts w:ascii="Arial" w:hAnsi="Arial"/>
      <w:b/>
      <w:caps/>
      <w:color w:val="6A8372"/>
    </w:rPr>
  </w:style>
  <w:style w:type="character" w:customStyle="1" w:styleId="Nadpis2Char">
    <w:name w:val="Nadpis 2 Char"/>
    <w:basedOn w:val="Standardnpsmoodstavce"/>
    <w:link w:val="Nadpis2"/>
    <w:uiPriority w:val="9"/>
    <w:rsid w:val="00947DB5"/>
    <w:rPr>
      <w:rFonts w:ascii="Arial" w:hAnsi="Arial"/>
      <w:color w:val="6A837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53BA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53BAC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53BAC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53BAC"/>
    <w:rPr>
      <w:rFonts w:asciiTheme="majorHAnsi" w:eastAsiaTheme="majorEastAsia" w:hAnsiTheme="majorHAnsi" w:cstheme="majorBidi"/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53BAC"/>
    <w:rPr>
      <w:rFonts w:asciiTheme="majorHAnsi" w:eastAsiaTheme="majorEastAsia" w:hAnsiTheme="majorHAnsi" w:cstheme="majorBidi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53BAC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Nzev">
    <w:name w:val="Title"/>
    <w:aliases w:val="Název 1"/>
    <w:basedOn w:val="Normln"/>
    <w:next w:val="Normln"/>
    <w:link w:val="NzevChar"/>
    <w:uiPriority w:val="10"/>
    <w:qFormat/>
    <w:rsid w:val="00636F9A"/>
    <w:rPr>
      <w:b/>
      <w:color w:val="6A8372"/>
      <w:sz w:val="60"/>
      <w:szCs w:val="60"/>
    </w:rPr>
  </w:style>
  <w:style w:type="character" w:customStyle="1" w:styleId="NzevChar">
    <w:name w:val="Název Char"/>
    <w:aliases w:val="Název 1 Char"/>
    <w:basedOn w:val="Standardnpsmoodstavce"/>
    <w:link w:val="Nzev"/>
    <w:uiPriority w:val="10"/>
    <w:rsid w:val="00636F9A"/>
    <w:rPr>
      <w:rFonts w:ascii="Arial" w:hAnsi="Arial"/>
      <w:b/>
      <w:color w:val="6A8372"/>
      <w:sz w:val="60"/>
      <w:szCs w:val="60"/>
    </w:rPr>
  </w:style>
  <w:style w:type="paragraph" w:styleId="Podnadpis">
    <w:name w:val="Subtitle"/>
    <w:basedOn w:val="Normln"/>
    <w:next w:val="Normln"/>
    <w:link w:val="PodnadpisChar"/>
    <w:uiPriority w:val="11"/>
    <w:rsid w:val="00353BAC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53BAC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iln">
    <w:name w:val="Strong"/>
    <w:uiPriority w:val="22"/>
    <w:rsid w:val="00353BAC"/>
    <w:rPr>
      <w:b/>
      <w:bCs/>
    </w:rPr>
  </w:style>
  <w:style w:type="character" w:styleId="Zdraznn">
    <w:name w:val="Emphasis"/>
    <w:uiPriority w:val="20"/>
    <w:rsid w:val="00353BA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Odstavecseseznamem">
    <w:name w:val="List Paragraph"/>
    <w:basedOn w:val="Normln"/>
    <w:link w:val="OdstavecseseznamemChar"/>
    <w:uiPriority w:val="34"/>
    <w:qFormat/>
    <w:rsid w:val="00353BAC"/>
    <w:pPr>
      <w:ind w:left="720"/>
    </w:pPr>
  </w:style>
  <w:style w:type="paragraph" w:styleId="Citt">
    <w:name w:val="Quote"/>
    <w:basedOn w:val="Normln"/>
    <w:next w:val="Normln"/>
    <w:link w:val="CittChar"/>
    <w:uiPriority w:val="29"/>
    <w:rsid w:val="00353BAC"/>
    <w:pPr>
      <w:spacing w:before="200"/>
      <w:ind w:left="360" w:right="360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353BAC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rsid w:val="00353BAC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53BAC"/>
    <w:rPr>
      <w:b/>
      <w:bCs/>
      <w:i/>
      <w:iCs/>
    </w:rPr>
  </w:style>
  <w:style w:type="character" w:styleId="Zdraznnjemn">
    <w:name w:val="Subtle Emphasis"/>
    <w:uiPriority w:val="19"/>
    <w:rsid w:val="00353BAC"/>
    <w:rPr>
      <w:i/>
      <w:iCs/>
    </w:rPr>
  </w:style>
  <w:style w:type="character" w:styleId="Zdraznnintenzivn">
    <w:name w:val="Intense Emphasis"/>
    <w:uiPriority w:val="21"/>
    <w:rsid w:val="00353BAC"/>
    <w:rPr>
      <w:b/>
      <w:bCs/>
    </w:rPr>
  </w:style>
  <w:style w:type="character" w:styleId="Odkazjemn">
    <w:name w:val="Subtle Reference"/>
    <w:uiPriority w:val="31"/>
    <w:rsid w:val="00353BAC"/>
    <w:rPr>
      <w:smallCaps/>
    </w:rPr>
  </w:style>
  <w:style w:type="character" w:styleId="Odkazintenzivn">
    <w:name w:val="Intense Reference"/>
    <w:uiPriority w:val="32"/>
    <w:rsid w:val="00353BAC"/>
    <w:rPr>
      <w:smallCaps/>
      <w:spacing w:val="5"/>
      <w:u w:val="single"/>
    </w:rPr>
  </w:style>
  <w:style w:type="character" w:styleId="Nzevknihy">
    <w:name w:val="Book Title"/>
    <w:uiPriority w:val="33"/>
    <w:rsid w:val="00353BAC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unhideWhenUsed/>
    <w:qFormat/>
    <w:rsid w:val="00084D36"/>
    <w:pPr>
      <w:numPr>
        <w:numId w:val="0"/>
      </w:numPr>
      <w:pBdr>
        <w:bottom w:val="none" w:sz="0" w:space="0" w:color="auto"/>
      </w:pBdr>
      <w:outlineLvl w:val="9"/>
    </w:pPr>
    <w:rPr>
      <w:lang w:bidi="en-US"/>
    </w:rPr>
  </w:style>
  <w:style w:type="paragraph" w:customStyle="1" w:styleId="Nzev2">
    <w:name w:val="Název 2"/>
    <w:basedOn w:val="Normln"/>
    <w:link w:val="Nzev2Char"/>
    <w:rsid w:val="00636F9A"/>
    <w:rPr>
      <w:b/>
      <w:sz w:val="60"/>
      <w:szCs w:val="60"/>
    </w:rPr>
  </w:style>
  <w:style w:type="character" w:customStyle="1" w:styleId="Nzev2Char">
    <w:name w:val="Název 2 Char"/>
    <w:basedOn w:val="Standardnpsmoodstavce"/>
    <w:link w:val="Nzev2"/>
    <w:rsid w:val="00636F9A"/>
    <w:rPr>
      <w:rFonts w:ascii="Arial" w:hAnsi="Arial"/>
      <w:b/>
      <w:sz w:val="60"/>
      <w:szCs w:val="60"/>
    </w:rPr>
  </w:style>
  <w:style w:type="paragraph" w:customStyle="1" w:styleId="Normln-zvraznn">
    <w:name w:val="Normální - zvýrazněný"/>
    <w:basedOn w:val="Normln"/>
    <w:link w:val="Normln-zvraznnChar"/>
    <w:rsid w:val="001D6C7F"/>
    <w:rPr>
      <w:color w:val="6A8372"/>
    </w:rPr>
  </w:style>
  <w:style w:type="paragraph" w:styleId="Zhlav">
    <w:name w:val="header"/>
    <w:basedOn w:val="Normln"/>
    <w:link w:val="ZhlavChar"/>
    <w:uiPriority w:val="99"/>
    <w:unhideWhenUsed/>
    <w:rsid w:val="00A71EF9"/>
    <w:pPr>
      <w:tabs>
        <w:tab w:val="center" w:pos="4536"/>
        <w:tab w:val="right" w:pos="9072"/>
      </w:tabs>
    </w:pPr>
  </w:style>
  <w:style w:type="character" w:customStyle="1" w:styleId="Normln-zvraznnChar">
    <w:name w:val="Normální - zvýrazněný Char"/>
    <w:basedOn w:val="Standardnpsmoodstavce"/>
    <w:link w:val="Normln-zvraznn"/>
    <w:rsid w:val="001D6C7F"/>
    <w:rPr>
      <w:rFonts w:ascii="Arial" w:hAnsi="Arial"/>
      <w:color w:val="6A8372"/>
    </w:rPr>
  </w:style>
  <w:style w:type="character" w:customStyle="1" w:styleId="ZhlavChar">
    <w:name w:val="Záhlaví Char"/>
    <w:basedOn w:val="Standardnpsmoodstavce"/>
    <w:link w:val="Zhlav"/>
    <w:uiPriority w:val="99"/>
    <w:rsid w:val="00A71EF9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A71E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71EF9"/>
    <w:rPr>
      <w:rFonts w:ascii="Arial" w:hAnsi="Arial"/>
    </w:rPr>
  </w:style>
  <w:style w:type="table" w:styleId="Mkatabulky">
    <w:name w:val="Table Grid"/>
    <w:basedOn w:val="Normlntabulka"/>
    <w:uiPriority w:val="59"/>
    <w:rsid w:val="00B80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hlavazpat">
    <w:name w:val="Záhlaví a zápatí"/>
    <w:basedOn w:val="Zpat"/>
    <w:link w:val="ZhlavazpatChar"/>
    <w:qFormat/>
    <w:rsid w:val="00D54173"/>
    <w:rPr>
      <w:sz w:val="16"/>
    </w:rPr>
  </w:style>
  <w:style w:type="paragraph" w:styleId="Obsah1">
    <w:name w:val="toc 1"/>
    <w:basedOn w:val="Normln"/>
    <w:next w:val="Normln"/>
    <w:autoRedefine/>
    <w:uiPriority w:val="39"/>
    <w:unhideWhenUsed/>
    <w:rsid w:val="008A1A4A"/>
    <w:pPr>
      <w:spacing w:after="100"/>
    </w:pPr>
  </w:style>
  <w:style w:type="character" w:customStyle="1" w:styleId="ZhlavazpatChar">
    <w:name w:val="Záhlaví a zápatí Char"/>
    <w:basedOn w:val="ZpatChar"/>
    <w:link w:val="Zhlavazpat"/>
    <w:rsid w:val="00D54173"/>
    <w:rPr>
      <w:rFonts w:ascii="Arial" w:hAnsi="Arial"/>
      <w:sz w:val="16"/>
    </w:rPr>
  </w:style>
  <w:style w:type="character" w:styleId="Hypertextovodkaz">
    <w:name w:val="Hyperlink"/>
    <w:basedOn w:val="Standardnpsmoodstavce"/>
    <w:uiPriority w:val="99"/>
    <w:unhideWhenUsed/>
    <w:rsid w:val="008A1A4A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A1A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A1A4A"/>
    <w:rPr>
      <w:rFonts w:ascii="Tahoma" w:hAnsi="Tahoma" w:cs="Tahoma"/>
      <w:sz w:val="16"/>
      <w:szCs w:val="16"/>
    </w:rPr>
  </w:style>
  <w:style w:type="paragraph" w:styleId="Obsah2">
    <w:name w:val="toc 2"/>
    <w:basedOn w:val="Normln"/>
    <w:next w:val="Normln"/>
    <w:autoRedefine/>
    <w:uiPriority w:val="39"/>
    <w:unhideWhenUsed/>
    <w:rsid w:val="00A363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36362"/>
    <w:pPr>
      <w:spacing w:after="100"/>
      <w:ind w:left="440"/>
    </w:pPr>
  </w:style>
  <w:style w:type="table" w:customStyle="1" w:styleId="Mkatabulky1">
    <w:name w:val="Mřížka tabulky1"/>
    <w:basedOn w:val="Normlntabulka"/>
    <w:next w:val="Mkatabulky"/>
    <w:uiPriority w:val="59"/>
    <w:rsid w:val="00621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621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743EC2"/>
    <w:pPr>
      <w:spacing w:after="0" w:line="240" w:lineRule="auto"/>
    </w:pPr>
    <w:rPr>
      <w:rFonts w:ascii="Arial" w:hAnsi="Arial"/>
    </w:rPr>
  </w:style>
  <w:style w:type="character" w:customStyle="1" w:styleId="OdstavecseseznamemChar">
    <w:name w:val="Odstavec se seznamem Char"/>
    <w:link w:val="Odstavecseseznamem"/>
    <w:uiPriority w:val="34"/>
    <w:locked/>
    <w:rsid w:val="00BF0589"/>
    <w:rPr>
      <w:rFonts w:ascii="Arial" w:hAnsi="Arial"/>
    </w:rPr>
  </w:style>
  <w:style w:type="character" w:customStyle="1" w:styleId="tlid-translation">
    <w:name w:val="tlid-translation"/>
    <w:basedOn w:val="Standardnpsmoodstavce"/>
    <w:rsid w:val="00BF0589"/>
  </w:style>
  <w:style w:type="character" w:styleId="Odkaznakoment">
    <w:name w:val="annotation reference"/>
    <w:basedOn w:val="Standardnpsmoodstavce"/>
    <w:uiPriority w:val="99"/>
    <w:semiHidden/>
    <w:unhideWhenUsed/>
    <w:rsid w:val="0032412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2412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2412F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2412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2412F"/>
    <w:rPr>
      <w:rFonts w:ascii="Arial" w:hAnsi="Arial"/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3225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32255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322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3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344;&#237;zen&#237;%20bezpe&#269;nostn&#237;ho%20tisku\P&#345;&#237;loh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0E358F3E90A6DF4EA3EEA4F92AB5137C" ma:contentTypeVersion="9" ma:contentTypeDescription="Vytvoří nový dokument" ma:contentTypeScope="" ma:versionID="69813126b17eedee15d3a19a9ddec3d9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STC/007689/ÚSV/2021/2</CisloJednaci>
    <NazevDokumentu xmlns="b246a3c9-e8b6-4373-bafd-ef843f8c6aef">Výzva k podání nabídek a zadávací dokumentace</NazevDokumentu>
    <Znacka xmlns="b246a3c9-e8b6-4373-bafd-ef843f8c6aef" xsi:nil="true"/>
    <HashValue xmlns="b246a3c9-e8b6-4373-bafd-ef843f8c6aef" xsi:nil="true"/>
    <JID xmlns="b246a3c9-e8b6-4373-bafd-ef843f8c6aef">R_STCSPS_0021163</JID>
    <IDExt xmlns="b246a3c9-e8b6-4373-bafd-ef843f8c6ae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9E729-CA43-4A31-A43E-B221F52F7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F6F4EB-F521-4883-95AC-59EB63327E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630AB9-D69A-4091-BCD9-DD625B67E706}">
  <ds:schemaRefs>
    <ds:schemaRef ds:uri="http://schemas.microsoft.com/office/2006/metadata/properties"/>
    <ds:schemaRef ds:uri="http://schemas.microsoft.com/office/infopath/2007/PartnerControls"/>
    <ds:schemaRef ds:uri="b246a3c9-e8b6-4373-bafd-ef843f8c6aef"/>
  </ds:schemaRefs>
</ds:datastoreItem>
</file>

<file path=customXml/itemProps4.xml><?xml version="1.0" encoding="utf-8"?>
<ds:datastoreItem xmlns:ds="http://schemas.openxmlformats.org/officeDocument/2006/customXml" ds:itemID="{97644A37-E419-4208-84E6-A56567659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Příloha</Template>
  <TotalTime>2</TotalTime>
  <Pages>1</Pages>
  <Words>157</Words>
  <Characters>927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Mikes Ladislav</dc:creator>
  <cp:lastModifiedBy>Šenoldová Zuzana</cp:lastModifiedBy>
  <cp:revision>4</cp:revision>
  <cp:lastPrinted>2018-12-10T06:51:00Z</cp:lastPrinted>
  <dcterms:created xsi:type="dcterms:W3CDTF">2021-05-13T12:08:00Z</dcterms:created>
  <dcterms:modified xsi:type="dcterms:W3CDTF">2021-09-22T14:16:00Z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0x010100617DA10A36FE5747AD151C4F74B1AC96000E358F3E90A6DF4EA3EEA4F92AB5137C</vt:lpwstr>
  </property>
</Properties>
</file>